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F90" w:rsidRPr="00EB3694" w:rsidRDefault="00FD5F90" w:rsidP="00EB3694">
      <w:pPr>
        <w:spacing w:line="240" w:lineRule="auto"/>
        <w:jc w:val="center"/>
        <w:rPr>
          <w:rFonts w:ascii="Arial" w:hAnsi="Arial"/>
          <w:b/>
          <w:sz w:val="40"/>
        </w:rPr>
      </w:pPr>
      <w:r w:rsidRPr="00EB3694">
        <w:rPr>
          <w:rFonts w:ascii="Arial" w:hAnsi="Arial"/>
          <w:b/>
          <w:sz w:val="40"/>
        </w:rPr>
        <w:t>ОГЛАВЛЕНИЕ</w:t>
      </w:r>
    </w:p>
    <w:p w:rsidR="00FD5F90" w:rsidRDefault="00FD5F90" w:rsidP="00EB3694">
      <w:pPr>
        <w:spacing w:line="240" w:lineRule="auto"/>
        <w:rPr>
          <w:rFonts w:ascii="Arial" w:hAnsi="Arial"/>
          <w:b/>
          <w:sz w:val="40"/>
        </w:rPr>
      </w:pPr>
    </w:p>
    <w:p w:rsidR="00FD5F90" w:rsidRPr="00EB3694" w:rsidRDefault="00FD5F90" w:rsidP="00071343">
      <w:pPr>
        <w:spacing w:line="360" w:lineRule="auto"/>
        <w:ind w:firstLine="360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Предисловие………………………………………1</w:t>
      </w:r>
    </w:p>
    <w:p w:rsidR="00FD5F90" w:rsidRPr="00A563C5" w:rsidRDefault="00FD5F90" w:rsidP="00071343">
      <w:pPr>
        <w:pStyle w:val="ListParagraph"/>
        <w:spacing w:line="360" w:lineRule="auto"/>
        <w:ind w:left="360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1. </w:t>
      </w:r>
      <w:r w:rsidRPr="00A563C5">
        <w:rPr>
          <w:rFonts w:ascii="Arial" w:hAnsi="Arial"/>
          <w:b/>
          <w:sz w:val="40"/>
        </w:rPr>
        <w:t>Золотые ворота</w:t>
      </w:r>
      <w:r>
        <w:rPr>
          <w:rFonts w:ascii="Arial" w:hAnsi="Arial"/>
          <w:b/>
          <w:sz w:val="40"/>
        </w:rPr>
        <w:t>……………………………….</w:t>
      </w:r>
      <w:r w:rsidRPr="00A563C5">
        <w:rPr>
          <w:rFonts w:ascii="Arial" w:hAnsi="Arial"/>
          <w:b/>
          <w:sz w:val="40"/>
        </w:rPr>
        <w:t>.2</w:t>
      </w:r>
    </w:p>
    <w:p w:rsidR="00FD5F90" w:rsidRPr="00A563C5" w:rsidRDefault="00FD5F90" w:rsidP="00071343">
      <w:pPr>
        <w:pStyle w:val="ListParagraph"/>
        <w:spacing w:line="360" w:lineRule="auto"/>
        <w:ind w:left="360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2. </w:t>
      </w:r>
      <w:r w:rsidRPr="00A563C5">
        <w:rPr>
          <w:rFonts w:ascii="Arial" w:hAnsi="Arial"/>
          <w:b/>
          <w:sz w:val="40"/>
        </w:rPr>
        <w:t>Троицкая церковь</w:t>
      </w:r>
      <w:r>
        <w:rPr>
          <w:rFonts w:ascii="Arial" w:hAnsi="Arial"/>
          <w:b/>
          <w:sz w:val="40"/>
        </w:rPr>
        <w:t>……………………………..</w:t>
      </w:r>
      <w:r w:rsidRPr="00A563C5">
        <w:rPr>
          <w:rFonts w:ascii="Arial" w:hAnsi="Arial"/>
          <w:b/>
          <w:sz w:val="40"/>
        </w:rPr>
        <w:t>5</w:t>
      </w:r>
    </w:p>
    <w:p w:rsidR="00FD5F90" w:rsidRPr="00A563C5" w:rsidRDefault="00FD5F90" w:rsidP="00071343">
      <w:pPr>
        <w:pStyle w:val="ListParagraph"/>
        <w:spacing w:line="360" w:lineRule="auto"/>
        <w:ind w:left="360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3. </w:t>
      </w:r>
      <w:r w:rsidRPr="00A563C5">
        <w:rPr>
          <w:rFonts w:ascii="Arial" w:hAnsi="Arial"/>
          <w:b/>
          <w:sz w:val="40"/>
        </w:rPr>
        <w:t>Реальное училище</w:t>
      </w:r>
      <w:r>
        <w:rPr>
          <w:rFonts w:ascii="Arial" w:hAnsi="Arial"/>
          <w:b/>
          <w:sz w:val="40"/>
        </w:rPr>
        <w:t>…………………………..</w:t>
      </w:r>
      <w:r w:rsidRPr="00A563C5">
        <w:rPr>
          <w:rFonts w:ascii="Arial" w:hAnsi="Arial"/>
          <w:b/>
          <w:sz w:val="40"/>
        </w:rPr>
        <w:t>.</w:t>
      </w:r>
      <w:r>
        <w:rPr>
          <w:rFonts w:ascii="Arial" w:hAnsi="Arial"/>
          <w:b/>
          <w:sz w:val="40"/>
        </w:rPr>
        <w:t>.</w:t>
      </w:r>
      <w:r w:rsidRPr="00A563C5">
        <w:rPr>
          <w:rFonts w:ascii="Arial" w:hAnsi="Arial"/>
          <w:b/>
          <w:sz w:val="40"/>
        </w:rPr>
        <w:t>8</w:t>
      </w:r>
    </w:p>
    <w:p w:rsidR="00FD5F90" w:rsidRPr="00A563C5" w:rsidRDefault="00FD5F90" w:rsidP="00071343">
      <w:pPr>
        <w:pStyle w:val="ListParagraph"/>
        <w:spacing w:line="360" w:lineRule="auto"/>
        <w:ind w:left="360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4. </w:t>
      </w:r>
      <w:r w:rsidRPr="00A563C5">
        <w:rPr>
          <w:rFonts w:ascii="Arial" w:hAnsi="Arial"/>
          <w:b/>
          <w:sz w:val="40"/>
        </w:rPr>
        <w:t>Старый почтамт</w:t>
      </w:r>
      <w:r>
        <w:rPr>
          <w:rFonts w:ascii="Arial" w:hAnsi="Arial"/>
          <w:b/>
          <w:sz w:val="40"/>
        </w:rPr>
        <w:t>………………………………</w:t>
      </w:r>
      <w:r w:rsidRPr="00A563C5">
        <w:rPr>
          <w:rFonts w:ascii="Arial" w:hAnsi="Arial"/>
          <w:b/>
          <w:sz w:val="40"/>
        </w:rPr>
        <w:t>11</w:t>
      </w:r>
    </w:p>
    <w:p w:rsidR="00FD5F90" w:rsidRPr="00A563C5" w:rsidRDefault="00FD5F90" w:rsidP="00071343">
      <w:pPr>
        <w:pStyle w:val="ListParagraph"/>
        <w:spacing w:line="360" w:lineRule="auto"/>
        <w:ind w:left="360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5. </w:t>
      </w:r>
      <w:r w:rsidRPr="00A563C5">
        <w:rPr>
          <w:rFonts w:ascii="Arial" w:hAnsi="Arial"/>
          <w:b/>
          <w:sz w:val="40"/>
        </w:rPr>
        <w:t>Дом Дюнанта</w:t>
      </w:r>
      <w:r>
        <w:rPr>
          <w:rFonts w:ascii="Arial" w:hAnsi="Arial"/>
          <w:b/>
          <w:sz w:val="40"/>
        </w:rPr>
        <w:t>………………………...………..</w:t>
      </w:r>
      <w:r w:rsidRPr="00A563C5">
        <w:rPr>
          <w:rFonts w:ascii="Arial" w:hAnsi="Arial"/>
          <w:b/>
          <w:sz w:val="40"/>
        </w:rPr>
        <w:t>13</w:t>
      </w:r>
    </w:p>
    <w:p w:rsidR="00FD5F90" w:rsidRPr="00A563C5" w:rsidRDefault="00FD5F90" w:rsidP="00071343">
      <w:pPr>
        <w:spacing w:line="360" w:lineRule="auto"/>
        <w:ind w:left="360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6.</w:t>
      </w:r>
      <w:r w:rsidRPr="00A563C5">
        <w:rPr>
          <w:rFonts w:ascii="Arial" w:hAnsi="Arial"/>
          <w:b/>
          <w:sz w:val="40"/>
        </w:rPr>
        <w:t xml:space="preserve"> Губернская мужская гимназия</w:t>
      </w:r>
      <w:r>
        <w:rPr>
          <w:rFonts w:ascii="Arial" w:hAnsi="Arial"/>
          <w:b/>
          <w:sz w:val="40"/>
        </w:rPr>
        <w:t>…………....</w:t>
      </w:r>
      <w:r w:rsidRPr="00A563C5">
        <w:rPr>
          <w:rFonts w:ascii="Arial" w:hAnsi="Arial"/>
          <w:b/>
          <w:sz w:val="40"/>
        </w:rPr>
        <w:t>15</w:t>
      </w:r>
    </w:p>
    <w:p w:rsidR="00FD5F90" w:rsidRPr="00A563C5" w:rsidRDefault="00FD5F90" w:rsidP="00071343">
      <w:pPr>
        <w:spacing w:line="360" w:lineRule="auto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   7. </w:t>
      </w:r>
      <w:r w:rsidRPr="00A563C5">
        <w:rPr>
          <w:rFonts w:ascii="Arial" w:hAnsi="Arial"/>
          <w:b/>
          <w:sz w:val="40"/>
        </w:rPr>
        <w:t>Старая аптека</w:t>
      </w:r>
      <w:r>
        <w:rPr>
          <w:rFonts w:ascii="Arial" w:hAnsi="Arial"/>
          <w:b/>
          <w:sz w:val="40"/>
        </w:rPr>
        <w:t>…</w:t>
      </w:r>
      <w:r w:rsidRPr="00A563C5">
        <w:rPr>
          <w:rFonts w:ascii="Arial" w:hAnsi="Arial"/>
          <w:b/>
          <w:sz w:val="40"/>
        </w:rPr>
        <w:t>……</w:t>
      </w:r>
      <w:r>
        <w:rPr>
          <w:rFonts w:ascii="Arial" w:hAnsi="Arial"/>
          <w:b/>
          <w:sz w:val="40"/>
        </w:rPr>
        <w:t>...……………………….</w:t>
      </w:r>
      <w:r w:rsidRPr="00A563C5">
        <w:rPr>
          <w:rFonts w:ascii="Arial" w:hAnsi="Arial"/>
          <w:b/>
          <w:sz w:val="40"/>
        </w:rPr>
        <w:t>17</w:t>
      </w:r>
      <w:bookmarkStart w:id="0" w:name="_GoBack"/>
      <w:bookmarkEnd w:id="0"/>
    </w:p>
    <w:p w:rsidR="00FD5F90" w:rsidRPr="00A563C5" w:rsidRDefault="00FD5F90" w:rsidP="00071343">
      <w:pPr>
        <w:pStyle w:val="ListParagraph"/>
        <w:spacing w:line="360" w:lineRule="auto"/>
        <w:ind w:left="330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8. </w:t>
      </w:r>
      <w:r w:rsidRPr="00A563C5">
        <w:rPr>
          <w:rFonts w:ascii="Arial" w:hAnsi="Arial"/>
          <w:b/>
          <w:sz w:val="40"/>
        </w:rPr>
        <w:t>Гостиный двор (Торговые ряды)</w:t>
      </w:r>
      <w:r>
        <w:rPr>
          <w:rFonts w:ascii="Arial" w:hAnsi="Arial"/>
          <w:b/>
          <w:sz w:val="40"/>
        </w:rPr>
        <w:t>…..…….</w:t>
      </w:r>
      <w:r w:rsidRPr="00A563C5">
        <w:rPr>
          <w:rFonts w:ascii="Arial" w:hAnsi="Arial"/>
          <w:b/>
          <w:sz w:val="40"/>
        </w:rPr>
        <w:t>20</w:t>
      </w:r>
    </w:p>
    <w:p w:rsidR="00FD5F90" w:rsidRPr="00A563C5" w:rsidRDefault="00FD5F90" w:rsidP="00071343">
      <w:pPr>
        <w:pStyle w:val="ListParagraph"/>
        <w:spacing w:line="360" w:lineRule="auto"/>
        <w:ind w:left="330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9. </w:t>
      </w:r>
      <w:r w:rsidRPr="00A563C5">
        <w:rPr>
          <w:rFonts w:ascii="Arial" w:hAnsi="Arial"/>
          <w:b/>
          <w:sz w:val="40"/>
        </w:rPr>
        <w:t>Владимирский городской банк</w:t>
      </w:r>
      <w:r>
        <w:rPr>
          <w:rFonts w:ascii="Arial" w:hAnsi="Arial"/>
          <w:b/>
          <w:sz w:val="40"/>
        </w:rPr>
        <w:t>………..</w:t>
      </w:r>
      <w:r w:rsidRPr="00A563C5">
        <w:rPr>
          <w:rFonts w:ascii="Arial" w:hAnsi="Arial"/>
          <w:b/>
          <w:sz w:val="40"/>
        </w:rPr>
        <w:t>…</w:t>
      </w:r>
      <w:r>
        <w:rPr>
          <w:rFonts w:ascii="Arial" w:hAnsi="Arial"/>
          <w:b/>
          <w:sz w:val="40"/>
        </w:rPr>
        <w:t>.</w:t>
      </w:r>
      <w:r w:rsidRPr="00A563C5">
        <w:rPr>
          <w:rFonts w:ascii="Arial" w:hAnsi="Arial"/>
          <w:b/>
          <w:sz w:val="40"/>
        </w:rPr>
        <w:t>22</w:t>
      </w:r>
    </w:p>
    <w:p w:rsidR="00FD5F90" w:rsidRPr="009357AF" w:rsidRDefault="00FD5F90" w:rsidP="00071343">
      <w:pPr>
        <w:spacing w:line="360" w:lineRule="auto"/>
        <w:ind w:left="330"/>
        <w:rPr>
          <w:rFonts w:ascii="Arial" w:hAnsi="Arial"/>
          <w:b/>
          <w:sz w:val="40"/>
        </w:rPr>
      </w:pPr>
      <w:r w:rsidRPr="009357AF">
        <w:rPr>
          <w:rFonts w:ascii="Arial" w:hAnsi="Arial"/>
          <w:b/>
          <w:sz w:val="40"/>
        </w:rPr>
        <w:t>10.</w:t>
      </w:r>
      <w:r>
        <w:rPr>
          <w:rFonts w:ascii="Arial" w:hAnsi="Arial"/>
          <w:b/>
          <w:sz w:val="40"/>
        </w:rPr>
        <w:t xml:space="preserve"> </w:t>
      </w:r>
      <w:r w:rsidRPr="009357AF">
        <w:rPr>
          <w:rFonts w:ascii="Arial" w:hAnsi="Arial"/>
          <w:b/>
          <w:sz w:val="40"/>
        </w:rPr>
        <w:t>Городская дума….…………</w:t>
      </w:r>
      <w:r>
        <w:rPr>
          <w:rFonts w:ascii="Arial" w:hAnsi="Arial"/>
          <w:b/>
          <w:sz w:val="40"/>
        </w:rPr>
        <w:t>…...…………..</w:t>
      </w:r>
      <w:r w:rsidRPr="009357AF">
        <w:rPr>
          <w:rFonts w:ascii="Arial" w:hAnsi="Arial"/>
          <w:b/>
          <w:sz w:val="40"/>
        </w:rPr>
        <w:t>24</w:t>
      </w:r>
    </w:p>
    <w:p w:rsidR="00FD5F90" w:rsidRPr="00A563C5" w:rsidRDefault="00FD5F90" w:rsidP="00071343">
      <w:pPr>
        <w:spacing w:line="360" w:lineRule="auto"/>
        <w:ind w:left="360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11. </w:t>
      </w:r>
      <w:r w:rsidRPr="00A563C5">
        <w:rPr>
          <w:rFonts w:ascii="Arial" w:hAnsi="Arial"/>
          <w:b/>
          <w:sz w:val="40"/>
        </w:rPr>
        <w:t>Дворянское собрание и Дворянский пансион………………………………</w:t>
      </w:r>
      <w:r>
        <w:rPr>
          <w:rFonts w:ascii="Arial" w:hAnsi="Arial"/>
          <w:b/>
          <w:sz w:val="40"/>
        </w:rPr>
        <w:t>...………….</w:t>
      </w:r>
      <w:r w:rsidRPr="00A563C5">
        <w:rPr>
          <w:rFonts w:ascii="Arial" w:hAnsi="Arial"/>
          <w:b/>
          <w:sz w:val="40"/>
        </w:rPr>
        <w:t>29</w:t>
      </w:r>
    </w:p>
    <w:p w:rsidR="00FD5F90" w:rsidRPr="009357AF" w:rsidRDefault="00FD5F90" w:rsidP="00071343">
      <w:pPr>
        <w:spacing w:line="360" w:lineRule="auto"/>
        <w:ind w:left="360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12. </w:t>
      </w:r>
      <w:r w:rsidRPr="009357AF">
        <w:rPr>
          <w:rFonts w:ascii="Arial" w:hAnsi="Arial"/>
          <w:b/>
          <w:sz w:val="40"/>
        </w:rPr>
        <w:t>Успенский собор………</w:t>
      </w:r>
      <w:r>
        <w:rPr>
          <w:rFonts w:ascii="Arial" w:hAnsi="Arial"/>
          <w:b/>
          <w:sz w:val="40"/>
        </w:rPr>
        <w:t>…………………....</w:t>
      </w:r>
      <w:r w:rsidRPr="009357AF">
        <w:rPr>
          <w:rFonts w:ascii="Arial" w:hAnsi="Arial"/>
          <w:b/>
          <w:sz w:val="40"/>
        </w:rPr>
        <w:t>31</w:t>
      </w:r>
    </w:p>
    <w:p w:rsidR="00FD5F90" w:rsidRPr="009357AF" w:rsidRDefault="00FD5F90" w:rsidP="00071343">
      <w:pPr>
        <w:spacing w:line="360" w:lineRule="auto"/>
        <w:ind w:left="360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13. </w:t>
      </w:r>
      <w:r w:rsidRPr="009357AF">
        <w:rPr>
          <w:rFonts w:ascii="Arial" w:hAnsi="Arial"/>
          <w:b/>
          <w:sz w:val="40"/>
        </w:rPr>
        <w:t>Присутственные места…………</w:t>
      </w:r>
      <w:r>
        <w:rPr>
          <w:rFonts w:ascii="Arial" w:hAnsi="Arial"/>
          <w:b/>
          <w:sz w:val="40"/>
        </w:rPr>
        <w:t>………....</w:t>
      </w:r>
      <w:r w:rsidRPr="009357AF">
        <w:rPr>
          <w:rFonts w:ascii="Arial" w:hAnsi="Arial"/>
          <w:b/>
          <w:sz w:val="40"/>
        </w:rPr>
        <w:t>33</w:t>
      </w:r>
    </w:p>
    <w:p w:rsidR="00FD5F90" w:rsidRPr="009357AF" w:rsidRDefault="00FD5F90" w:rsidP="00071343">
      <w:pPr>
        <w:spacing w:line="360" w:lineRule="auto"/>
        <w:ind w:left="360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14. </w:t>
      </w:r>
      <w:r w:rsidRPr="009357AF">
        <w:rPr>
          <w:rFonts w:ascii="Arial" w:hAnsi="Arial"/>
          <w:b/>
          <w:sz w:val="40"/>
        </w:rPr>
        <w:t>Дмитриевский собор……</w:t>
      </w:r>
      <w:r>
        <w:rPr>
          <w:rFonts w:ascii="Arial" w:hAnsi="Arial"/>
          <w:b/>
          <w:sz w:val="40"/>
        </w:rPr>
        <w:t>………………....</w:t>
      </w:r>
      <w:r w:rsidRPr="009357AF">
        <w:rPr>
          <w:rFonts w:ascii="Arial" w:hAnsi="Arial"/>
          <w:b/>
          <w:sz w:val="40"/>
        </w:rPr>
        <w:t>36</w:t>
      </w:r>
    </w:p>
    <w:sectPr w:rsidR="00FD5F90" w:rsidRPr="009357AF" w:rsidSect="002501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F90" w:rsidRDefault="00FD5F90" w:rsidP="00313E53">
      <w:pPr>
        <w:spacing w:after="0" w:line="240" w:lineRule="auto"/>
      </w:pPr>
      <w:r>
        <w:separator/>
      </w:r>
    </w:p>
  </w:endnote>
  <w:endnote w:type="continuationSeparator" w:id="0">
    <w:p w:rsidR="00FD5F90" w:rsidRDefault="00FD5F90" w:rsidP="00313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F90" w:rsidRDefault="00FD5F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F90" w:rsidRDefault="00FD5F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F90" w:rsidRDefault="00FD5F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F90" w:rsidRDefault="00FD5F90" w:rsidP="00313E53">
      <w:pPr>
        <w:spacing w:after="0" w:line="240" w:lineRule="auto"/>
      </w:pPr>
      <w:r>
        <w:separator/>
      </w:r>
    </w:p>
  </w:footnote>
  <w:footnote w:type="continuationSeparator" w:id="0">
    <w:p w:rsidR="00FD5F90" w:rsidRDefault="00FD5F90" w:rsidP="00313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F90" w:rsidRDefault="00FD5F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F90" w:rsidRDefault="00FD5F9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F90" w:rsidRDefault="00FD5F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2365"/>
    <w:multiLevelType w:val="hybridMultilevel"/>
    <w:tmpl w:val="0A0859BC"/>
    <w:lvl w:ilvl="0" w:tplc="BFD6F35E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3D96FF9"/>
    <w:multiLevelType w:val="hybridMultilevel"/>
    <w:tmpl w:val="94AC17A4"/>
    <w:lvl w:ilvl="0" w:tplc="53A8A9F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19751C9"/>
    <w:multiLevelType w:val="hybridMultilevel"/>
    <w:tmpl w:val="AD02A3BE"/>
    <w:lvl w:ilvl="0" w:tplc="277071A8">
      <w:start w:val="8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3">
    <w:nsid w:val="55597E23"/>
    <w:multiLevelType w:val="hybridMultilevel"/>
    <w:tmpl w:val="9454F406"/>
    <w:lvl w:ilvl="0" w:tplc="ED348764">
      <w:start w:val="7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4">
    <w:nsid w:val="5EDB4504"/>
    <w:multiLevelType w:val="hybridMultilevel"/>
    <w:tmpl w:val="FF96A890"/>
    <w:lvl w:ilvl="0" w:tplc="33A22A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3E53"/>
    <w:rsid w:val="00004E30"/>
    <w:rsid w:val="00007BAA"/>
    <w:rsid w:val="00011364"/>
    <w:rsid w:val="00044C86"/>
    <w:rsid w:val="00045F01"/>
    <w:rsid w:val="00071343"/>
    <w:rsid w:val="000973D7"/>
    <w:rsid w:val="000B2011"/>
    <w:rsid w:val="000B39A5"/>
    <w:rsid w:val="000C727D"/>
    <w:rsid w:val="000D1306"/>
    <w:rsid w:val="000E64F9"/>
    <w:rsid w:val="000F6B46"/>
    <w:rsid w:val="001121E4"/>
    <w:rsid w:val="0011560B"/>
    <w:rsid w:val="00136E97"/>
    <w:rsid w:val="0015075F"/>
    <w:rsid w:val="001928E1"/>
    <w:rsid w:val="001C4883"/>
    <w:rsid w:val="00200147"/>
    <w:rsid w:val="00203DD7"/>
    <w:rsid w:val="00216F2A"/>
    <w:rsid w:val="00222E9A"/>
    <w:rsid w:val="00235EA2"/>
    <w:rsid w:val="0024385D"/>
    <w:rsid w:val="00250166"/>
    <w:rsid w:val="002539BC"/>
    <w:rsid w:val="00263B65"/>
    <w:rsid w:val="00277355"/>
    <w:rsid w:val="00286F5F"/>
    <w:rsid w:val="00287FE6"/>
    <w:rsid w:val="002A2663"/>
    <w:rsid w:val="002A3A64"/>
    <w:rsid w:val="002D20E8"/>
    <w:rsid w:val="00302D04"/>
    <w:rsid w:val="00313E53"/>
    <w:rsid w:val="00317EF2"/>
    <w:rsid w:val="003258CA"/>
    <w:rsid w:val="003360C8"/>
    <w:rsid w:val="003441A6"/>
    <w:rsid w:val="003B154E"/>
    <w:rsid w:val="003C5A34"/>
    <w:rsid w:val="003F2D2D"/>
    <w:rsid w:val="003F6565"/>
    <w:rsid w:val="00404F07"/>
    <w:rsid w:val="00404F2C"/>
    <w:rsid w:val="00405954"/>
    <w:rsid w:val="00415FA7"/>
    <w:rsid w:val="00445D86"/>
    <w:rsid w:val="0047191A"/>
    <w:rsid w:val="00472AE0"/>
    <w:rsid w:val="00476584"/>
    <w:rsid w:val="004A168A"/>
    <w:rsid w:val="004C647C"/>
    <w:rsid w:val="00516FFA"/>
    <w:rsid w:val="00522B54"/>
    <w:rsid w:val="00526D44"/>
    <w:rsid w:val="00537B5F"/>
    <w:rsid w:val="00540BAE"/>
    <w:rsid w:val="0054539D"/>
    <w:rsid w:val="00553821"/>
    <w:rsid w:val="00570CC9"/>
    <w:rsid w:val="00576DB1"/>
    <w:rsid w:val="005908EB"/>
    <w:rsid w:val="005C18F5"/>
    <w:rsid w:val="005C3AEF"/>
    <w:rsid w:val="005C4F75"/>
    <w:rsid w:val="005D40BE"/>
    <w:rsid w:val="005F59FC"/>
    <w:rsid w:val="00610905"/>
    <w:rsid w:val="0061114B"/>
    <w:rsid w:val="006154EA"/>
    <w:rsid w:val="0061566A"/>
    <w:rsid w:val="00615DA5"/>
    <w:rsid w:val="00626BF5"/>
    <w:rsid w:val="006276F6"/>
    <w:rsid w:val="00627ED8"/>
    <w:rsid w:val="00652C86"/>
    <w:rsid w:val="006616D3"/>
    <w:rsid w:val="006915DB"/>
    <w:rsid w:val="006A2993"/>
    <w:rsid w:val="006A6B1A"/>
    <w:rsid w:val="006B0B6F"/>
    <w:rsid w:val="006C1FFE"/>
    <w:rsid w:val="006C27AD"/>
    <w:rsid w:val="006D0716"/>
    <w:rsid w:val="006E748D"/>
    <w:rsid w:val="00723DB6"/>
    <w:rsid w:val="00727E2B"/>
    <w:rsid w:val="00756783"/>
    <w:rsid w:val="00786661"/>
    <w:rsid w:val="007928DC"/>
    <w:rsid w:val="007B5BD3"/>
    <w:rsid w:val="007C306F"/>
    <w:rsid w:val="008107E9"/>
    <w:rsid w:val="00811312"/>
    <w:rsid w:val="00814CF8"/>
    <w:rsid w:val="008322D6"/>
    <w:rsid w:val="00843362"/>
    <w:rsid w:val="00851DFE"/>
    <w:rsid w:val="008642C0"/>
    <w:rsid w:val="0089219C"/>
    <w:rsid w:val="008A1928"/>
    <w:rsid w:val="008D224A"/>
    <w:rsid w:val="008E1793"/>
    <w:rsid w:val="0091504C"/>
    <w:rsid w:val="00923AFC"/>
    <w:rsid w:val="009336D8"/>
    <w:rsid w:val="00934374"/>
    <w:rsid w:val="009357AF"/>
    <w:rsid w:val="00962446"/>
    <w:rsid w:val="00963809"/>
    <w:rsid w:val="009711CB"/>
    <w:rsid w:val="00986A2D"/>
    <w:rsid w:val="009A7287"/>
    <w:rsid w:val="009C34F8"/>
    <w:rsid w:val="009C794D"/>
    <w:rsid w:val="00A00504"/>
    <w:rsid w:val="00A06396"/>
    <w:rsid w:val="00A06EFF"/>
    <w:rsid w:val="00A11F2B"/>
    <w:rsid w:val="00A20FFF"/>
    <w:rsid w:val="00A210CA"/>
    <w:rsid w:val="00A37526"/>
    <w:rsid w:val="00A563C5"/>
    <w:rsid w:val="00A57841"/>
    <w:rsid w:val="00A87DF3"/>
    <w:rsid w:val="00A91B87"/>
    <w:rsid w:val="00A9608A"/>
    <w:rsid w:val="00A97748"/>
    <w:rsid w:val="00AD07CD"/>
    <w:rsid w:val="00B02A24"/>
    <w:rsid w:val="00B0441C"/>
    <w:rsid w:val="00B14CBE"/>
    <w:rsid w:val="00B15333"/>
    <w:rsid w:val="00B31E9F"/>
    <w:rsid w:val="00B4034A"/>
    <w:rsid w:val="00B65442"/>
    <w:rsid w:val="00B70531"/>
    <w:rsid w:val="00B8322D"/>
    <w:rsid w:val="00B84C42"/>
    <w:rsid w:val="00BB4ED8"/>
    <w:rsid w:val="00BD174A"/>
    <w:rsid w:val="00BD4904"/>
    <w:rsid w:val="00BE6FBF"/>
    <w:rsid w:val="00BF6D71"/>
    <w:rsid w:val="00C0512C"/>
    <w:rsid w:val="00C231C1"/>
    <w:rsid w:val="00C56561"/>
    <w:rsid w:val="00C57E46"/>
    <w:rsid w:val="00C86CA1"/>
    <w:rsid w:val="00C92538"/>
    <w:rsid w:val="00C976C0"/>
    <w:rsid w:val="00CB4FB4"/>
    <w:rsid w:val="00CB524E"/>
    <w:rsid w:val="00CD1256"/>
    <w:rsid w:val="00CD338C"/>
    <w:rsid w:val="00CD6446"/>
    <w:rsid w:val="00D0548C"/>
    <w:rsid w:val="00D11BDB"/>
    <w:rsid w:val="00D21215"/>
    <w:rsid w:val="00D25268"/>
    <w:rsid w:val="00D62FDB"/>
    <w:rsid w:val="00D67F13"/>
    <w:rsid w:val="00DC22A2"/>
    <w:rsid w:val="00DD05B0"/>
    <w:rsid w:val="00DE1B46"/>
    <w:rsid w:val="00DF11AE"/>
    <w:rsid w:val="00DF38FF"/>
    <w:rsid w:val="00E1362B"/>
    <w:rsid w:val="00E14741"/>
    <w:rsid w:val="00E46C97"/>
    <w:rsid w:val="00E57530"/>
    <w:rsid w:val="00E870F0"/>
    <w:rsid w:val="00E90B2D"/>
    <w:rsid w:val="00E9615D"/>
    <w:rsid w:val="00E97426"/>
    <w:rsid w:val="00EB3694"/>
    <w:rsid w:val="00EB4FE2"/>
    <w:rsid w:val="00EF361C"/>
    <w:rsid w:val="00F04E76"/>
    <w:rsid w:val="00F24845"/>
    <w:rsid w:val="00F7665D"/>
    <w:rsid w:val="00F944BF"/>
    <w:rsid w:val="00FA3E26"/>
    <w:rsid w:val="00FC50D5"/>
    <w:rsid w:val="00FD5F90"/>
    <w:rsid w:val="00FE70D3"/>
    <w:rsid w:val="00FF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166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3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13E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13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13E53"/>
    <w:rPr>
      <w:rFonts w:cs="Times New Roman"/>
    </w:rPr>
  </w:style>
  <w:style w:type="paragraph" w:styleId="ListParagraph">
    <w:name w:val="List Paragraph"/>
    <w:basedOn w:val="Normal"/>
    <w:uiPriority w:val="99"/>
    <w:qFormat/>
    <w:rsid w:val="00EB3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1</Pages>
  <Words>87</Words>
  <Characters>496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Алексей</cp:lastModifiedBy>
  <cp:revision>8</cp:revision>
  <cp:lastPrinted>2021-03-30T09:26:00Z</cp:lastPrinted>
  <dcterms:created xsi:type="dcterms:W3CDTF">2021-03-30T05:28:00Z</dcterms:created>
  <dcterms:modified xsi:type="dcterms:W3CDTF">2021-03-30T09:26:00Z</dcterms:modified>
</cp:coreProperties>
</file>